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3D127628" w:rsidR="00CD1A58" w:rsidRPr="00DE67F2" w:rsidRDefault="008B57A2">
      <w:pPr>
        <w:rPr>
          <w:rFonts w:ascii="BIZ UD明朝 Medium" w:eastAsia="BIZ UD明朝 Medium" w:hAnsi="BIZ UD明朝 Medium"/>
          <w:sz w:val="22"/>
        </w:rPr>
      </w:pPr>
      <w:r w:rsidRPr="00DE67F2">
        <w:rPr>
          <w:rFonts w:ascii="BIZ UD明朝 Medium" w:eastAsia="BIZ UD明朝 Medium" w:hAnsi="BIZ UD明朝 Medium" w:hint="eastAsia"/>
          <w:sz w:val="22"/>
        </w:rPr>
        <w:t xml:space="preserve"> </w:t>
      </w:r>
      <w:r w:rsidR="00E26312" w:rsidRPr="00DE67F2">
        <w:rPr>
          <w:rFonts w:ascii="BIZ UD明朝 Medium" w:eastAsia="BIZ UD明朝 Medium" w:hAnsi="BIZ UD明朝 Medium" w:hint="eastAsia"/>
          <w:sz w:val="22"/>
        </w:rPr>
        <w:t>(様式</w:t>
      </w:r>
      <w:r w:rsidR="0078059B">
        <w:rPr>
          <w:rFonts w:ascii="BIZ UD明朝 Medium" w:eastAsia="BIZ UD明朝 Medium" w:hAnsi="BIZ UD明朝 Medium" w:hint="eastAsia"/>
          <w:sz w:val="22"/>
        </w:rPr>
        <w:t>６</w:t>
      </w:r>
      <w:r w:rsidR="00E26312" w:rsidRPr="00DE67F2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DE67F2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563A0CD0" w:rsidR="00E26312" w:rsidRPr="00DE67F2" w:rsidRDefault="008B57A2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DE67F2">
        <w:rPr>
          <w:rFonts w:ascii="BIZ UD明朝 Medium" w:eastAsia="BIZ UD明朝 Medium" w:hAnsi="BIZ UD明朝 Medium" w:hint="eastAsia"/>
          <w:b/>
          <w:sz w:val="36"/>
        </w:rPr>
        <w:t>委</w:t>
      </w:r>
      <w:r w:rsidR="00D6649E" w:rsidRPr="00DE67F2">
        <w:rPr>
          <w:rFonts w:ascii="BIZ UD明朝 Medium" w:eastAsia="BIZ UD明朝 Medium" w:hAnsi="BIZ UD明朝 Medium" w:hint="eastAsia"/>
          <w:b/>
          <w:sz w:val="36"/>
        </w:rPr>
        <w:t xml:space="preserve">　</w:t>
      </w:r>
      <w:r w:rsidRPr="00DE67F2">
        <w:rPr>
          <w:rFonts w:ascii="BIZ UD明朝 Medium" w:eastAsia="BIZ UD明朝 Medium" w:hAnsi="BIZ UD明朝 Medium" w:hint="eastAsia"/>
          <w:b/>
          <w:sz w:val="36"/>
        </w:rPr>
        <w:t>任</w:t>
      </w:r>
      <w:r w:rsidR="00D6649E" w:rsidRPr="00DE67F2">
        <w:rPr>
          <w:rFonts w:ascii="BIZ UD明朝 Medium" w:eastAsia="BIZ UD明朝 Medium" w:hAnsi="BIZ UD明朝 Medium" w:hint="eastAsia"/>
          <w:b/>
          <w:sz w:val="36"/>
        </w:rPr>
        <w:t xml:space="preserve">　</w:t>
      </w:r>
      <w:r w:rsidRPr="00DE67F2">
        <w:rPr>
          <w:rFonts w:ascii="BIZ UD明朝 Medium" w:eastAsia="BIZ UD明朝 Medium" w:hAnsi="BIZ UD明朝 Medium" w:hint="eastAsia"/>
          <w:b/>
          <w:sz w:val="36"/>
        </w:rPr>
        <w:t>状</w:t>
      </w:r>
    </w:p>
    <w:p w14:paraId="27594FD4" w14:textId="5FAB225A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4351C2BE" w14:textId="77777777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5D3B07E5" w14:textId="53D32547" w:rsidR="008B57A2" w:rsidRPr="00FA6AB1" w:rsidRDefault="008B57A2" w:rsidP="008B57A2">
      <w:pPr>
        <w:rPr>
          <w:rFonts w:ascii="BIZ UD明朝 Medium" w:eastAsia="BIZ UD明朝 Medium" w:hAnsi="BIZ UD明朝 Medium"/>
          <w:sz w:val="22"/>
        </w:rPr>
      </w:pPr>
      <w:r w:rsidRPr="00DE67F2">
        <w:rPr>
          <w:rFonts w:ascii="BIZ UD明朝 Medium" w:eastAsia="BIZ UD明朝 Medium" w:hAnsi="BIZ UD明朝 Medium" w:hint="eastAsia"/>
          <w:sz w:val="22"/>
        </w:rPr>
        <w:t xml:space="preserve">　</w:t>
      </w:r>
      <w:r w:rsidRPr="00FA6AB1">
        <w:rPr>
          <w:rFonts w:ascii="BIZ UD明朝 Medium" w:eastAsia="BIZ UD明朝 Medium" w:hAnsi="BIZ UD明朝 Medium" w:hint="eastAsia"/>
          <w:sz w:val="22"/>
        </w:rPr>
        <w:t>今般都合により</w:t>
      </w:r>
      <w:r w:rsidR="00712685">
        <w:rPr>
          <w:rFonts w:ascii="BIZ UD明朝 Medium" w:eastAsia="BIZ UD明朝 Medium" w:hAnsi="BIZ UD明朝 Medium" w:hint="eastAsia"/>
          <w:sz w:val="22"/>
        </w:rPr>
        <w:t>令和</w:t>
      </w:r>
      <w:r w:rsidR="000D5AE9">
        <w:rPr>
          <w:rFonts w:ascii="BIZ UD明朝 Medium" w:eastAsia="BIZ UD明朝 Medium" w:hAnsi="BIZ UD明朝 Medium" w:hint="eastAsia"/>
          <w:sz w:val="22"/>
        </w:rPr>
        <w:t>７</w:t>
      </w:r>
      <w:r w:rsidR="00712685">
        <w:rPr>
          <w:rFonts w:ascii="BIZ UD明朝 Medium" w:eastAsia="BIZ UD明朝 Medium" w:hAnsi="BIZ UD明朝 Medium" w:hint="eastAsia"/>
          <w:sz w:val="22"/>
        </w:rPr>
        <w:t>年度</w:t>
      </w:r>
      <w:r w:rsidR="00085937" w:rsidRPr="00085937">
        <w:rPr>
          <w:rFonts w:ascii="BIZ UD明朝 Medium" w:eastAsia="BIZ UD明朝 Medium" w:hAnsi="BIZ UD明朝 Medium" w:cs="Times New Roman" w:hint="eastAsia"/>
          <w:color w:val="000000" w:themeColor="text1"/>
          <w:kern w:val="0"/>
          <w:sz w:val="22"/>
        </w:rPr>
        <w:t>別府市</w:t>
      </w:r>
      <w:r w:rsidR="000D5AE9">
        <w:rPr>
          <w:rFonts w:ascii="BIZ UD明朝 Medium" w:eastAsia="BIZ UD明朝 Medium" w:hAnsi="BIZ UD明朝 Medium" w:cs="Times New Roman" w:hint="eastAsia"/>
          <w:color w:val="000000" w:themeColor="text1"/>
          <w:kern w:val="0"/>
          <w:sz w:val="22"/>
        </w:rPr>
        <w:t>ウェルネス</w:t>
      </w:r>
      <w:bookmarkStart w:id="0" w:name="_GoBack"/>
      <w:bookmarkEnd w:id="0"/>
      <w:r w:rsidR="00116FED">
        <w:rPr>
          <w:rFonts w:ascii="BIZ UD明朝 Medium" w:eastAsia="BIZ UD明朝 Medium" w:hAnsi="BIZ UD明朝 Medium" w:cs="Times New Roman" w:hint="eastAsia"/>
          <w:color w:val="000000" w:themeColor="text1"/>
          <w:kern w:val="0"/>
          <w:sz w:val="22"/>
        </w:rPr>
        <w:t>産後ケア事業</w:t>
      </w:r>
      <w:r w:rsidR="00085937" w:rsidRPr="00085937">
        <w:rPr>
          <w:rFonts w:ascii="BIZ UD明朝 Medium" w:eastAsia="BIZ UD明朝 Medium" w:hAnsi="BIZ UD明朝 Medium" w:cs="Times New Roman" w:hint="eastAsia"/>
          <w:color w:val="000000" w:themeColor="text1"/>
          <w:kern w:val="0"/>
          <w:sz w:val="22"/>
        </w:rPr>
        <w:t>委託業務</w:t>
      </w:r>
      <w:r w:rsidRPr="00FA6AB1">
        <w:rPr>
          <w:rFonts w:ascii="BIZ UD明朝 Medium" w:eastAsia="BIZ UD明朝 Medium" w:hAnsi="BIZ UD明朝 Medium" w:hint="eastAsia"/>
          <w:sz w:val="22"/>
        </w:rPr>
        <w:t>の入札(見積)に関する一切の権限を（　　　　　　　　　　）に委任しましたので、連署をもってお届けします。</w:t>
      </w:r>
    </w:p>
    <w:p w14:paraId="73DF8F33" w14:textId="32A8CA04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105AD0E0" w14:textId="77777777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3B3745F4" w14:textId="3F6A0422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  <w:r w:rsidRPr="00DE67F2">
        <w:rPr>
          <w:rFonts w:ascii="BIZ UD明朝 Medium" w:eastAsia="BIZ UD明朝 Medium" w:hAnsi="BIZ UD明朝 Medium" w:hint="eastAsia"/>
          <w:sz w:val="22"/>
        </w:rPr>
        <w:t xml:space="preserve">　令和　　年　　月　　日</w:t>
      </w:r>
    </w:p>
    <w:p w14:paraId="7FCD97C5" w14:textId="0D444AF8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0FFCBCE0" w14:textId="6DE69A5D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63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871"/>
        <w:gridCol w:w="4139"/>
        <w:gridCol w:w="420"/>
      </w:tblGrid>
      <w:tr w:rsidR="008B57A2" w:rsidRPr="00DE67F2" w14:paraId="68CFF6F9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E62CF6B" w14:textId="579C5A4A" w:rsidR="008B57A2" w:rsidRPr="00DE67F2" w:rsidRDefault="008B57A2" w:rsidP="008B57A2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DE67F2">
              <w:rPr>
                <w:rFonts w:ascii="BIZ UD明朝 Medium" w:eastAsia="BIZ UD明朝 Medium" w:hAnsi="BIZ UD明朝 Medium" w:hint="eastAsia"/>
                <w:kern w:val="0"/>
                <w:sz w:val="22"/>
              </w:rPr>
              <w:t>(受任者)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6FBC0539" w14:textId="77777777" w:rsidR="008B57A2" w:rsidRPr="00DE67F2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E67F2">
              <w:rPr>
                <w:rFonts w:ascii="BIZ UD明朝 Medium" w:eastAsia="BIZ UD明朝 Medium" w:hAnsi="BIZ UD明朝 Medium" w:hint="eastAsia"/>
                <w:spacing w:val="572"/>
                <w:kern w:val="0"/>
                <w:sz w:val="22"/>
                <w:fitText w:val="1584" w:id="-1751412224"/>
              </w:rPr>
              <w:t>住</w:t>
            </w:r>
            <w:r w:rsidRPr="00DE67F2">
              <w:rPr>
                <w:rFonts w:ascii="BIZ UD明朝 Medium" w:eastAsia="BIZ UD明朝 Medium" w:hAnsi="BIZ UD明朝 Medium" w:hint="eastAsia"/>
                <w:kern w:val="0"/>
                <w:sz w:val="22"/>
                <w:fitText w:val="1584" w:id="-1751412224"/>
              </w:rPr>
              <w:t>所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1B21553E" w14:textId="77777777" w:rsidR="008B57A2" w:rsidRPr="00DE67F2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B57A2" w:rsidRPr="00DE67F2" w14:paraId="7DCF93C6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D42AB4A" w14:textId="77777777" w:rsidR="008B57A2" w:rsidRPr="00DE67F2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51B200E3" w14:textId="77777777" w:rsidR="008B57A2" w:rsidRPr="00DE67F2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E67F2">
              <w:rPr>
                <w:rFonts w:ascii="BIZ UD明朝 Medium" w:eastAsia="BIZ UD明朝 Medium" w:hAnsi="BIZ UD明朝 Medium" w:hint="eastAsia"/>
                <w:spacing w:val="26"/>
                <w:kern w:val="0"/>
                <w:sz w:val="22"/>
                <w:fitText w:val="1584" w:id="-1751412223"/>
              </w:rPr>
              <w:t>商号又は名</w:t>
            </w:r>
            <w:r w:rsidRPr="00DE67F2">
              <w:rPr>
                <w:rFonts w:ascii="BIZ UD明朝 Medium" w:eastAsia="BIZ UD明朝 Medium" w:hAnsi="BIZ UD明朝 Medium" w:hint="eastAsia"/>
                <w:spacing w:val="2"/>
                <w:kern w:val="0"/>
                <w:sz w:val="22"/>
                <w:fitText w:val="1584" w:id="-1751412223"/>
              </w:rPr>
              <w:t>称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34D8D77D" w14:textId="77777777" w:rsidR="008B57A2" w:rsidRPr="00DE67F2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B57A2" w:rsidRPr="00DE67F2" w14:paraId="765E8736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F650A11" w14:textId="77777777" w:rsidR="008B57A2" w:rsidRPr="00DE67F2" w:rsidRDefault="008B57A2" w:rsidP="008B57A2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24000D3" w14:textId="0EFC58F0" w:rsidR="008B57A2" w:rsidRPr="00DE67F2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E67F2">
              <w:rPr>
                <w:rFonts w:ascii="BIZ UD明朝 Medium" w:eastAsia="BIZ UD明朝 Medium" w:hAnsi="BIZ UD明朝 Medium" w:hint="eastAsia"/>
                <w:spacing w:val="572"/>
                <w:kern w:val="0"/>
                <w:sz w:val="22"/>
                <w:fitText w:val="1584" w:id="-1751412222"/>
              </w:rPr>
              <w:t>氏</w:t>
            </w:r>
            <w:r w:rsidRPr="00DE67F2">
              <w:rPr>
                <w:rFonts w:ascii="BIZ UD明朝 Medium" w:eastAsia="BIZ UD明朝 Medium" w:hAnsi="BIZ UD明朝 Medium" w:hint="eastAsia"/>
                <w:kern w:val="0"/>
                <w:sz w:val="22"/>
                <w:fitText w:val="1584" w:id="-1751412222"/>
              </w:rPr>
              <w:t>名</w:t>
            </w:r>
          </w:p>
        </w:tc>
        <w:tc>
          <w:tcPr>
            <w:tcW w:w="4139" w:type="dxa"/>
            <w:tcBorders>
              <w:top w:val="nil"/>
              <w:bottom w:val="nil"/>
            </w:tcBorders>
            <w:vAlign w:val="center"/>
          </w:tcPr>
          <w:p w14:paraId="6C6C5F8A" w14:textId="77777777" w:rsidR="008B57A2" w:rsidRPr="00DE67F2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14:paraId="149A1684" w14:textId="77777777" w:rsidR="008B57A2" w:rsidRPr="00DE67F2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  <w:r w:rsidRPr="00DE67F2">
              <w:rPr>
                <w:rFonts w:ascii="BIZ UD明朝 Medium" w:eastAsia="BIZ UD明朝 Medium" w:hAnsi="BIZ UD明朝 Medium" w:hint="eastAsia"/>
                <w:sz w:val="16"/>
              </w:rPr>
              <w:t>㊞</w:t>
            </w:r>
          </w:p>
        </w:tc>
      </w:tr>
    </w:tbl>
    <w:p w14:paraId="42BCDC71" w14:textId="6261C23A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5B65097B" w14:textId="4E29886D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2A63A826" w14:textId="4C367885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60BA616D" w14:textId="69388E01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39AC9C6C" w14:textId="070BD78D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6C58FC36" w14:textId="2CD0821A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561BFB3B" w14:textId="0A81F3D5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3673ED59" w14:textId="77777777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-28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871"/>
        <w:gridCol w:w="4139"/>
        <w:gridCol w:w="420"/>
      </w:tblGrid>
      <w:tr w:rsidR="008B57A2" w:rsidRPr="00DE67F2" w14:paraId="13A5AE35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E9DCE99" w14:textId="77777777" w:rsidR="008B57A2" w:rsidRPr="00DE67F2" w:rsidRDefault="008B57A2" w:rsidP="008B57A2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DE67F2">
              <w:rPr>
                <w:rFonts w:ascii="BIZ UD明朝 Medium" w:eastAsia="BIZ UD明朝 Medium" w:hAnsi="BIZ UD明朝 Medium" w:hint="eastAsia"/>
                <w:kern w:val="0"/>
                <w:sz w:val="22"/>
              </w:rPr>
              <w:t>(委任者)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70BBD45" w14:textId="77777777" w:rsidR="008B57A2" w:rsidRPr="00DE67F2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E67F2">
              <w:rPr>
                <w:rFonts w:ascii="BIZ UD明朝 Medium" w:eastAsia="BIZ UD明朝 Medium" w:hAnsi="BIZ UD明朝 Medium" w:hint="eastAsia"/>
                <w:spacing w:val="572"/>
                <w:kern w:val="0"/>
                <w:sz w:val="22"/>
                <w:fitText w:val="1584" w:id="-1751411200"/>
              </w:rPr>
              <w:t>住</w:t>
            </w:r>
            <w:r w:rsidRPr="00DE67F2">
              <w:rPr>
                <w:rFonts w:ascii="BIZ UD明朝 Medium" w:eastAsia="BIZ UD明朝 Medium" w:hAnsi="BIZ UD明朝 Medium" w:hint="eastAsia"/>
                <w:kern w:val="0"/>
                <w:sz w:val="22"/>
                <w:fitText w:val="1584" w:id="-1751411200"/>
              </w:rPr>
              <w:t>所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6868B2F1" w14:textId="77777777" w:rsidR="008B57A2" w:rsidRPr="00DE67F2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B57A2" w:rsidRPr="00DE67F2" w14:paraId="7A6C296F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618D4E2" w14:textId="77777777" w:rsidR="008B57A2" w:rsidRPr="00DE67F2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11ABD3B2" w14:textId="77777777" w:rsidR="008B57A2" w:rsidRPr="00DE67F2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E67F2">
              <w:rPr>
                <w:rFonts w:ascii="BIZ UD明朝 Medium" w:eastAsia="BIZ UD明朝 Medium" w:hAnsi="BIZ UD明朝 Medium" w:hint="eastAsia"/>
                <w:spacing w:val="26"/>
                <w:kern w:val="0"/>
                <w:sz w:val="22"/>
                <w:fitText w:val="1584" w:id="-1751411199"/>
              </w:rPr>
              <w:t>商号又は名</w:t>
            </w:r>
            <w:r w:rsidRPr="00DE67F2">
              <w:rPr>
                <w:rFonts w:ascii="BIZ UD明朝 Medium" w:eastAsia="BIZ UD明朝 Medium" w:hAnsi="BIZ UD明朝 Medium" w:hint="eastAsia"/>
                <w:spacing w:val="2"/>
                <w:kern w:val="0"/>
                <w:sz w:val="22"/>
                <w:fitText w:val="1584" w:id="-1751411199"/>
              </w:rPr>
              <w:t>称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07E5153B" w14:textId="77777777" w:rsidR="008B57A2" w:rsidRPr="00DE67F2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B57A2" w:rsidRPr="00DE67F2" w14:paraId="533B6813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27E7F96" w14:textId="77777777" w:rsidR="008B57A2" w:rsidRPr="00DE67F2" w:rsidRDefault="008B57A2" w:rsidP="008B57A2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69F1657F" w14:textId="77777777" w:rsidR="008B57A2" w:rsidRPr="00DE67F2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E67F2">
              <w:rPr>
                <w:rFonts w:ascii="BIZ UD明朝 Medium" w:eastAsia="BIZ UD明朝 Medium" w:hAnsi="BIZ UD明朝 Medium" w:hint="eastAsia"/>
                <w:spacing w:val="61"/>
                <w:kern w:val="0"/>
                <w:sz w:val="22"/>
                <w:fitText w:val="1584" w:id="-1751411198"/>
              </w:rPr>
              <w:t>代表者氏</w:t>
            </w:r>
            <w:r w:rsidRPr="00DE67F2">
              <w:rPr>
                <w:rFonts w:ascii="BIZ UD明朝 Medium" w:eastAsia="BIZ UD明朝 Medium" w:hAnsi="BIZ UD明朝 Medium" w:hint="eastAsia"/>
                <w:spacing w:val="-2"/>
                <w:kern w:val="0"/>
                <w:sz w:val="22"/>
                <w:fitText w:val="1584" w:id="-1751411198"/>
              </w:rPr>
              <w:t>名</w:t>
            </w:r>
          </w:p>
        </w:tc>
        <w:tc>
          <w:tcPr>
            <w:tcW w:w="4139" w:type="dxa"/>
            <w:tcBorders>
              <w:top w:val="nil"/>
              <w:bottom w:val="nil"/>
            </w:tcBorders>
            <w:vAlign w:val="center"/>
          </w:tcPr>
          <w:p w14:paraId="6CCFA854" w14:textId="77777777" w:rsidR="008B57A2" w:rsidRPr="00DE67F2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14:paraId="75798DA2" w14:textId="77777777" w:rsidR="008B57A2" w:rsidRPr="00DE67F2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  <w:r w:rsidRPr="00DE67F2">
              <w:rPr>
                <w:rFonts w:ascii="BIZ UD明朝 Medium" w:eastAsia="BIZ UD明朝 Medium" w:hAnsi="BIZ UD明朝 Medium" w:hint="eastAsia"/>
                <w:sz w:val="16"/>
              </w:rPr>
              <w:t>㊞</w:t>
            </w:r>
          </w:p>
        </w:tc>
      </w:tr>
    </w:tbl>
    <w:p w14:paraId="5EDB34A0" w14:textId="1A7ECB73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0D4FAEC8" w14:textId="44F0E461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68764024" w14:textId="1B879C4B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3C839C59" w14:textId="2011D787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67861DAC" w14:textId="1F2D4234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728CEFDB" w14:textId="4B6A1590" w:rsidR="008B57A2" w:rsidRPr="00DE67F2" w:rsidRDefault="008B57A2" w:rsidP="00E33D16">
      <w:pPr>
        <w:spacing w:line="0" w:lineRule="atLeast"/>
        <w:rPr>
          <w:rFonts w:ascii="BIZ UD明朝 Medium" w:eastAsia="BIZ UD明朝 Medium" w:hAnsi="BIZ UD明朝 Medium"/>
          <w:sz w:val="22"/>
        </w:rPr>
      </w:pPr>
      <w:r w:rsidRPr="00DE67F2">
        <w:rPr>
          <w:rFonts w:ascii="BIZ UD明朝 Medium" w:eastAsia="BIZ UD明朝 Medium" w:hAnsi="BIZ UD明朝 Medium" w:hint="eastAsia"/>
          <w:sz w:val="22"/>
        </w:rPr>
        <w:t>別府市</w:t>
      </w:r>
    </w:p>
    <w:p w14:paraId="70C68980" w14:textId="56C6E3C2" w:rsidR="008B57A2" w:rsidRPr="00DE67F2" w:rsidRDefault="008B57A2" w:rsidP="00E33D16">
      <w:pPr>
        <w:spacing w:line="0" w:lineRule="atLeast"/>
        <w:rPr>
          <w:rFonts w:ascii="BIZ UD明朝 Medium" w:eastAsia="BIZ UD明朝 Medium" w:hAnsi="BIZ UD明朝 Medium"/>
          <w:sz w:val="22"/>
        </w:rPr>
      </w:pPr>
      <w:r w:rsidRPr="00DE67F2">
        <w:rPr>
          <w:rFonts w:ascii="BIZ UD明朝 Medium" w:eastAsia="BIZ UD明朝 Medium" w:hAnsi="BIZ UD明朝 Medium" w:hint="eastAsia"/>
          <w:sz w:val="22"/>
        </w:rPr>
        <w:t xml:space="preserve">　別府市長　長野　恭紘　殿</w:t>
      </w:r>
    </w:p>
    <w:sectPr w:rsidR="008B57A2" w:rsidRPr="00DE67F2" w:rsidSect="008B57A2">
      <w:pgSz w:w="11906" w:h="16838" w:code="9"/>
      <w:pgMar w:top="1418" w:right="1418" w:bottom="1418" w:left="1418" w:header="851" w:footer="992" w:gutter="0"/>
      <w:cols w:space="425"/>
      <w:docGrid w:type="linesAndChars" w:linePitch="466" w:charSpace="89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0B43C0" w14:textId="77777777" w:rsidR="001E1D05" w:rsidRDefault="001E1D05" w:rsidP="00E26312">
      <w:r>
        <w:separator/>
      </w:r>
    </w:p>
  </w:endnote>
  <w:endnote w:type="continuationSeparator" w:id="0">
    <w:p w14:paraId="2A69E22C" w14:textId="77777777" w:rsidR="001E1D05" w:rsidRDefault="001E1D05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20FE7D" w14:textId="77777777" w:rsidR="001E1D05" w:rsidRDefault="001E1D05" w:rsidP="00E26312">
      <w:r>
        <w:separator/>
      </w:r>
    </w:p>
  </w:footnote>
  <w:footnote w:type="continuationSeparator" w:id="0">
    <w:p w14:paraId="5AA3ECBA" w14:textId="77777777" w:rsidR="001E1D05" w:rsidRDefault="001E1D05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rawingGridHorizontalSpacing w:val="127"/>
  <w:drawingGridVerticalSpacing w:val="23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80"/>
    <w:rsid w:val="00003102"/>
    <w:rsid w:val="00085937"/>
    <w:rsid w:val="000916C5"/>
    <w:rsid w:val="000A5C90"/>
    <w:rsid w:val="000B3F5D"/>
    <w:rsid w:val="000D5AE9"/>
    <w:rsid w:val="00116FED"/>
    <w:rsid w:val="001E1D05"/>
    <w:rsid w:val="001E71E4"/>
    <w:rsid w:val="003C762B"/>
    <w:rsid w:val="003F6A18"/>
    <w:rsid w:val="00450FF8"/>
    <w:rsid w:val="00501B87"/>
    <w:rsid w:val="00535B02"/>
    <w:rsid w:val="00562B68"/>
    <w:rsid w:val="005B2806"/>
    <w:rsid w:val="00712685"/>
    <w:rsid w:val="0078059B"/>
    <w:rsid w:val="007E400A"/>
    <w:rsid w:val="00861774"/>
    <w:rsid w:val="008B57A2"/>
    <w:rsid w:val="008E0FE1"/>
    <w:rsid w:val="00B17942"/>
    <w:rsid w:val="00B64F23"/>
    <w:rsid w:val="00BB05AC"/>
    <w:rsid w:val="00BF1E80"/>
    <w:rsid w:val="00C6096C"/>
    <w:rsid w:val="00CA0C26"/>
    <w:rsid w:val="00CC48B8"/>
    <w:rsid w:val="00CD1A58"/>
    <w:rsid w:val="00CD3592"/>
    <w:rsid w:val="00D6649E"/>
    <w:rsid w:val="00DE67F2"/>
    <w:rsid w:val="00E26312"/>
    <w:rsid w:val="00E33D16"/>
    <w:rsid w:val="00ED7C59"/>
    <w:rsid w:val="00FA6AB1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BA9E9F70.dotm</Template>
  <TotalTime>76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別府市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山本　充児</cp:lastModifiedBy>
  <cp:revision>4</cp:revision>
  <cp:lastPrinted>2024-06-02T00:59:00Z</cp:lastPrinted>
  <dcterms:created xsi:type="dcterms:W3CDTF">2021-07-16T09:21:00Z</dcterms:created>
  <dcterms:modified xsi:type="dcterms:W3CDTF">2025-04-17T08:37:00Z</dcterms:modified>
</cp:coreProperties>
</file>